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373C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C373C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4E5F5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1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1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CF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3C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32792B">
        <w:rPr>
          <w:rFonts w:ascii="Corbel" w:hAnsi="Corbel"/>
          <w:b w:val="0"/>
          <w:szCs w:val="24"/>
        </w:rPr>
        <w:t>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657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611D72">
              <w:rPr>
                <w:rFonts w:ascii="Corbel" w:hAnsi="Corbel"/>
                <w:b w:val="0"/>
                <w:sz w:val="24"/>
                <w:szCs w:val="24"/>
              </w:rPr>
              <w:t xml:space="preserve"> postawy kreatywności u uczestników zajęć resocjalizacyjnych.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kulturotechniki w grupie osób objętych oddziaływaniami resocjalizacyjnymi.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Kulturotechnika- wyjaśnienie znaczenia procedury w procesie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resocjalizacyjnych i profilaktycznych wykorzystujących kulturotechnikę – warsztaty.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83B91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:rsidR="00B83B91" w:rsidRPr="009C54AE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Florczykiewicz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część I i II, Warszawa 2009.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Kultura i resocjalizacja. Metodyka pracy kulturotechnicznej z młodzieżą nieprzystosowaną społecznie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43654C" w:rsidRDefault="0043654C" w:rsidP="0043654C">
            <w:pPr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Klinta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Pospiszyl K.,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Zochniak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„Opieka-Wychowanie-Terapia”, 2003, nr 1, s. 27-29.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:rsidR="00761A4A" w:rsidRPr="00D2744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arszawa 2004.</w:t>
            </w:r>
          </w:p>
        </w:tc>
      </w:tr>
    </w:tbl>
    <w:p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3A" w:rsidRDefault="00D4593A" w:rsidP="00C16ABF">
      <w:pPr>
        <w:spacing w:after="0" w:line="240" w:lineRule="auto"/>
      </w:pPr>
      <w:r>
        <w:separator/>
      </w:r>
    </w:p>
  </w:endnote>
  <w:endnote w:type="continuationSeparator" w:id="0">
    <w:p w:rsidR="00D4593A" w:rsidRDefault="00D459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3A" w:rsidRDefault="00D4593A" w:rsidP="00C16ABF">
      <w:pPr>
        <w:spacing w:after="0" w:line="240" w:lineRule="auto"/>
      </w:pPr>
      <w:r>
        <w:separator/>
      </w:r>
    </w:p>
  </w:footnote>
  <w:footnote w:type="continuationSeparator" w:id="0">
    <w:p w:rsidR="00D4593A" w:rsidRDefault="00D4593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40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0D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73C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06AC"/>
    <w:rsid w:val="00647FA8"/>
    <w:rsid w:val="00650C5F"/>
    <w:rsid w:val="00654934"/>
    <w:rsid w:val="00657754"/>
    <w:rsid w:val="006620D9"/>
    <w:rsid w:val="00671958"/>
    <w:rsid w:val="00675843"/>
    <w:rsid w:val="00696477"/>
    <w:rsid w:val="006A1159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CF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13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93A"/>
    <w:rsid w:val="00D45B65"/>
    <w:rsid w:val="00D512BB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3EA75-44E5-4E90-96B6-DD4E6DAA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2019-12-05T10:03:00Z</cp:lastPrinted>
  <dcterms:created xsi:type="dcterms:W3CDTF">2019-11-08T12:31:00Z</dcterms:created>
  <dcterms:modified xsi:type="dcterms:W3CDTF">2021-10-04T07:31:00Z</dcterms:modified>
</cp:coreProperties>
</file>